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6F" w:rsidRDefault="00AF00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006F" w:rsidRDefault="00AF00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006F" w:rsidRDefault="00AF00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006F" w:rsidRDefault="00AF00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Simang" w:hint="eastAsia"/>
          <w:b/>
          <w:bCs/>
          <w:sz w:val="24"/>
          <w:szCs w:val="24"/>
        </w:rPr>
        <w:t>意大利输华肉类卫生证书授权签字兽医官笔迹及印章名单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</w:p>
    <w:p w:rsidR="00AF006F" w:rsidRDefault="00AF006F">
      <w:pPr>
        <w:jc w:val="center"/>
        <w:rPr>
          <w:rFonts w:ascii="方正仿宋简体" w:eastAsia="方正仿宋简体" w:cs="Times New Roman"/>
        </w:rPr>
      </w:pPr>
      <w:r>
        <w:rPr>
          <w:rFonts w:ascii="Times New Roman" w:hAnsi="Times New Roman" w:cs="Times New Roman"/>
          <w:b/>
          <w:bCs/>
        </w:rPr>
        <w:t>List of signatures and stamps of official veterinary inspectors authorized for issuance of meat health certificates export from Italy to the People</w:t>
      </w:r>
      <w:r>
        <w:rPr>
          <w:rFonts w:ascii="Times New Roman" w:hAnsi="Times New Roman" w:cs="Simang" w:hint="eastAsia"/>
          <w:b/>
          <w:bCs/>
        </w:rPr>
        <w:t>’</w:t>
      </w:r>
      <w:r>
        <w:rPr>
          <w:rFonts w:ascii="Times New Roman" w:hAnsi="Times New Roman" w:cs="Times New Roman"/>
          <w:b/>
          <w:bCs/>
        </w:rPr>
        <w:t>s Republic of China</w:t>
      </w:r>
    </w:p>
    <w:p w:rsidR="00AF006F" w:rsidRDefault="00AF006F">
      <w:pPr>
        <w:rPr>
          <w:rFonts w:ascii="方正仿宋简体" w:eastAsia="方正仿宋简体" w:cs="Times New Roman"/>
        </w:rPr>
      </w:pPr>
    </w:p>
    <w:tbl>
      <w:tblPr>
        <w:tblW w:w="85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30"/>
        <w:gridCol w:w="2130"/>
        <w:gridCol w:w="2131"/>
        <w:gridCol w:w="2131"/>
      </w:tblGrid>
      <w:tr w:rsidR="00AF006F">
        <w:tc>
          <w:tcPr>
            <w:tcW w:w="2130" w:type="dxa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企业注册号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/Number of establishment</w:t>
            </w:r>
          </w:p>
        </w:tc>
        <w:tc>
          <w:tcPr>
            <w:tcW w:w="6392" w:type="dxa"/>
            <w:gridSpan w:val="3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企业名称及地址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/Name and address of establishment</w:t>
            </w:r>
          </w:p>
        </w:tc>
      </w:tr>
      <w:tr w:rsidR="00AF006F" w:rsidRPr="00E57AE2">
        <w:trPr>
          <w:trHeight w:val="630"/>
        </w:trPr>
        <w:tc>
          <w:tcPr>
            <w:tcW w:w="2130" w:type="dxa"/>
            <w:vMerge w:val="restart"/>
            <w:vAlign w:val="center"/>
          </w:tcPr>
          <w:p w:rsidR="00AF006F" w:rsidRPr="00E57AE2" w:rsidRDefault="00AF006F" w:rsidP="00E57A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57AE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CE IT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…………</w:t>
            </w:r>
            <w:r w:rsidRPr="00E57AE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</w:t>
            </w:r>
          </w:p>
        </w:tc>
        <w:tc>
          <w:tcPr>
            <w:tcW w:w="6392" w:type="dxa"/>
            <w:gridSpan w:val="3"/>
            <w:vAlign w:val="center"/>
          </w:tcPr>
          <w:p w:rsidR="00AF006F" w:rsidRPr="00E57AE2" w:rsidRDefault="00AF006F" w:rsidP="00E57AE2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名称</w:t>
            </w:r>
            <w:r w:rsidRPr="00E57AE2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/Name: </w:t>
            </w:r>
          </w:p>
        </w:tc>
      </w:tr>
      <w:tr w:rsidR="00AF006F" w:rsidRPr="00E57AE2">
        <w:trPr>
          <w:trHeight w:val="630"/>
        </w:trPr>
        <w:tc>
          <w:tcPr>
            <w:tcW w:w="2130" w:type="dxa"/>
            <w:vMerge/>
            <w:vAlign w:val="center"/>
          </w:tcPr>
          <w:p w:rsidR="00AF006F" w:rsidRPr="00E57AE2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6392" w:type="dxa"/>
            <w:gridSpan w:val="3"/>
            <w:vAlign w:val="center"/>
          </w:tcPr>
          <w:p w:rsidR="00AF006F" w:rsidRPr="0037042A" w:rsidRDefault="00AF006F" w:rsidP="00E57AE2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地址</w:t>
            </w:r>
            <w:r w:rsidRPr="0037042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/Address: </w:t>
            </w:r>
          </w:p>
        </w:tc>
      </w:tr>
      <w:tr w:rsidR="00AF006F">
        <w:trPr>
          <w:trHeight w:val="904"/>
        </w:trPr>
        <w:tc>
          <w:tcPr>
            <w:tcW w:w="8522" w:type="dxa"/>
            <w:gridSpan w:val="4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b/>
                <w:bCs/>
                <w:sz w:val="24"/>
                <w:szCs w:val="24"/>
              </w:rPr>
              <w:t>意大利</w:t>
            </w:r>
            <w:r>
              <w:rPr>
                <w:rFonts w:ascii="Times New Roman" w:hAnsi="Times New Roman" w:cs="Simang" w:hint="eastAsia"/>
                <w:sz w:val="24"/>
                <w:szCs w:val="24"/>
              </w:rPr>
              <w:t>输华肉类产品兽医卫生证书授权签字兽医官名单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of official veterinary inspectors authorized to issue veterinary health certificates for meat products export from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Italy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China</w:t>
            </w:r>
          </w:p>
        </w:tc>
      </w:tr>
      <w:tr w:rsidR="00AF006F">
        <w:tc>
          <w:tcPr>
            <w:tcW w:w="2130" w:type="dxa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兽医官名字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inspector</w:t>
            </w:r>
          </w:p>
        </w:tc>
        <w:tc>
          <w:tcPr>
            <w:tcW w:w="2130" w:type="dxa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兽医官签字笔迹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 of inspector</w:t>
            </w:r>
          </w:p>
        </w:tc>
        <w:tc>
          <w:tcPr>
            <w:tcW w:w="2131" w:type="dxa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兽医官官方印章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 stamp of inspector</w:t>
            </w:r>
          </w:p>
        </w:tc>
        <w:tc>
          <w:tcPr>
            <w:tcW w:w="2131" w:type="dxa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主管机构</w:t>
            </w:r>
          </w:p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官方印章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 stamp of competent authority</w:t>
            </w:r>
          </w:p>
        </w:tc>
      </w:tr>
      <w:tr w:rsidR="00AF006F">
        <w:trPr>
          <w:trHeight w:val="1743"/>
        </w:trPr>
        <w:tc>
          <w:tcPr>
            <w:tcW w:w="2130" w:type="dxa"/>
            <w:vAlign w:val="center"/>
          </w:tcPr>
          <w:p w:rsidR="00AF006F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AF006F" w:rsidRPr="0037042A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AF006F" w:rsidRPr="0037042A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AF006F" w:rsidRPr="0037042A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06F">
        <w:trPr>
          <w:trHeight w:val="1825"/>
        </w:trPr>
        <w:tc>
          <w:tcPr>
            <w:tcW w:w="2130" w:type="dxa"/>
            <w:vAlign w:val="center"/>
          </w:tcPr>
          <w:p w:rsidR="00AF006F" w:rsidRDefault="00AF006F" w:rsidP="0057186D">
            <w:pPr>
              <w:rPr>
                <w:rFonts w:ascii="方正小标宋简体" w:eastAsia="方正小标宋简体" w:cs="Times New Roman"/>
              </w:rPr>
            </w:pPr>
          </w:p>
        </w:tc>
        <w:tc>
          <w:tcPr>
            <w:tcW w:w="2130" w:type="dxa"/>
            <w:vAlign w:val="center"/>
          </w:tcPr>
          <w:p w:rsidR="00AF006F" w:rsidRPr="0037042A" w:rsidRDefault="00AF006F" w:rsidP="0057186D">
            <w:pPr>
              <w:rPr>
                <w:rFonts w:ascii="方正小标宋简体" w:eastAsia="方正小标宋简体" w:cs="Times New Roman"/>
              </w:rPr>
            </w:pPr>
          </w:p>
        </w:tc>
        <w:tc>
          <w:tcPr>
            <w:tcW w:w="2131" w:type="dxa"/>
            <w:vAlign w:val="center"/>
          </w:tcPr>
          <w:p w:rsidR="00AF006F" w:rsidRPr="0037042A" w:rsidRDefault="00AF006F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2131" w:type="dxa"/>
            <w:vAlign w:val="center"/>
          </w:tcPr>
          <w:p w:rsidR="00AF006F" w:rsidRPr="0037042A" w:rsidRDefault="00AF006F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</w:tr>
      <w:tr w:rsidR="00AF006F">
        <w:trPr>
          <w:trHeight w:val="1836"/>
        </w:trPr>
        <w:tc>
          <w:tcPr>
            <w:tcW w:w="2130" w:type="dxa"/>
            <w:vAlign w:val="center"/>
          </w:tcPr>
          <w:p w:rsidR="00AF006F" w:rsidRPr="0037042A" w:rsidRDefault="00AF0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AF006F" w:rsidRPr="0037042A" w:rsidRDefault="00AF006F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2131" w:type="dxa"/>
            <w:vAlign w:val="center"/>
          </w:tcPr>
          <w:p w:rsidR="00AF006F" w:rsidRPr="0037042A" w:rsidRDefault="00AF006F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2131" w:type="dxa"/>
            <w:vAlign w:val="center"/>
          </w:tcPr>
          <w:p w:rsidR="00AF006F" w:rsidRPr="0037042A" w:rsidRDefault="00AF006F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</w:tr>
    </w:tbl>
    <w:p w:rsidR="00AF006F" w:rsidRDefault="00AF006F">
      <w:pPr>
        <w:rPr>
          <w:rFonts w:cs="Times New Roman"/>
        </w:rPr>
      </w:pPr>
      <w:bookmarkStart w:id="0" w:name="_GoBack"/>
      <w:bookmarkEnd w:id="0"/>
    </w:p>
    <w:sectPr w:rsidR="00AF006F" w:rsidSect="002F1143">
      <w:pgSz w:w="11906" w:h="16838"/>
      <w:pgMar w:top="1417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ang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仿宋简体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hyphenationZone w:val="283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143"/>
    <w:rsid w:val="00194149"/>
    <w:rsid w:val="001E19A2"/>
    <w:rsid w:val="002D66DC"/>
    <w:rsid w:val="002F1143"/>
    <w:rsid w:val="0037042A"/>
    <w:rsid w:val="004821B7"/>
    <w:rsid w:val="00515E69"/>
    <w:rsid w:val="0057186D"/>
    <w:rsid w:val="0057772C"/>
    <w:rsid w:val="0076088D"/>
    <w:rsid w:val="0092668C"/>
    <w:rsid w:val="00AF006F"/>
    <w:rsid w:val="00D63CBA"/>
    <w:rsid w:val="00E34189"/>
    <w:rsid w:val="00E57AE2"/>
    <w:rsid w:val="00FC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ang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1143"/>
    <w:pPr>
      <w:widowControl w:val="0"/>
      <w:jc w:val="both"/>
    </w:pPr>
    <w:rPr>
      <w:rFonts w:ascii="Calibri" w:hAnsi="Calibri" w:cs="Calibri"/>
      <w:kern w:val="2"/>
      <w:sz w:val="21"/>
      <w:szCs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F11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F1143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F11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F11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94</Words>
  <Characters>539</Characters>
  <Application>Microsoft Office Outlook</Application>
  <DocSecurity>0</DocSecurity>
  <Lines>0</Lines>
  <Paragraphs>0</Paragraphs>
  <ScaleCrop>false</ScaleCrop>
  <Company>MAE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XX国输华肉类卫生证书授权签字兽医官笔迹及印章名单/</dc:title>
  <dc:subject/>
  <dc:creator>孙磊</dc:creator>
  <cp:keywords/>
  <dc:description/>
  <cp:lastModifiedBy> </cp:lastModifiedBy>
  <cp:revision>2</cp:revision>
  <dcterms:created xsi:type="dcterms:W3CDTF">2019-04-26T11:33:00Z</dcterms:created>
  <dcterms:modified xsi:type="dcterms:W3CDTF">2019-04-26T11:33:00Z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